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6E33A" w14:textId="77777777" w:rsidR="00DC55CA" w:rsidRPr="005F461A" w:rsidRDefault="00DC55CA" w:rsidP="00DC55CA">
      <w:pPr>
        <w:widowControl w:val="0"/>
        <w:jc w:val="center"/>
        <w:rPr>
          <w:rFonts w:ascii="Palatino Linotype" w:hAnsi="Palatino Linotype" w:cs="Arial"/>
          <w:b/>
          <w:sz w:val="28"/>
        </w:rPr>
      </w:pPr>
      <w:r w:rsidRPr="005F461A">
        <w:rPr>
          <w:rFonts w:ascii="Palatino Linotype" w:hAnsi="Palatino Linotype" w:cs="Arial"/>
          <w:b/>
          <w:sz w:val="28"/>
        </w:rPr>
        <w:t xml:space="preserve">Veřejná zakázka na zadání koncese na služby </w:t>
      </w:r>
    </w:p>
    <w:p w14:paraId="0E18091B" w14:textId="77777777" w:rsidR="00DC55CA" w:rsidRPr="000762AA" w:rsidRDefault="00DC55CA" w:rsidP="00DC55CA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4B220CE7" w14:textId="77777777" w:rsidR="00DC55CA" w:rsidRDefault="00DC55CA" w:rsidP="00DC55CA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 xml:space="preserve">zadávaná 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podle § </w:t>
      </w:r>
      <w:r>
        <w:rPr>
          <w:rFonts w:ascii="Palatino Linotype" w:hAnsi="Palatino Linotype" w:cs="Arial"/>
          <w:b/>
          <w:sz w:val="22"/>
          <w:szCs w:val="22"/>
        </w:rPr>
        <w:t xml:space="preserve">58  </w:t>
      </w:r>
    </w:p>
    <w:p w14:paraId="7455C751" w14:textId="77777777" w:rsidR="00DC55CA" w:rsidRPr="00B20AB9" w:rsidRDefault="00DC55CA" w:rsidP="00DC55CA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B20AB9">
        <w:rPr>
          <w:rFonts w:ascii="Palatino Linotype" w:hAnsi="Palatino Linotype" w:cs="Arial"/>
          <w:b/>
          <w:sz w:val="22"/>
          <w:szCs w:val="22"/>
        </w:rPr>
        <w:t xml:space="preserve">zákona č. </w:t>
      </w:r>
      <w:r>
        <w:rPr>
          <w:rFonts w:ascii="Palatino Linotype" w:hAnsi="Palatino Linotype" w:cs="Arial"/>
          <w:b/>
          <w:sz w:val="22"/>
          <w:szCs w:val="22"/>
        </w:rPr>
        <w:t>134</w:t>
      </w:r>
      <w:r w:rsidRPr="00B20AB9">
        <w:rPr>
          <w:rFonts w:ascii="Palatino Linotype" w:hAnsi="Palatino Linotype" w:cs="Arial"/>
          <w:b/>
          <w:sz w:val="22"/>
          <w:szCs w:val="22"/>
        </w:rPr>
        <w:t>/20</w:t>
      </w:r>
      <w:r>
        <w:rPr>
          <w:rFonts w:ascii="Palatino Linotype" w:hAnsi="Palatino Linotype" w:cs="Arial"/>
          <w:b/>
          <w:sz w:val="22"/>
          <w:szCs w:val="22"/>
        </w:rPr>
        <w:t>16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 Sb., o </w:t>
      </w:r>
      <w:r>
        <w:rPr>
          <w:rFonts w:ascii="Palatino Linotype" w:hAnsi="Palatino Linotype" w:cs="Arial"/>
          <w:b/>
          <w:sz w:val="22"/>
          <w:szCs w:val="22"/>
        </w:rPr>
        <w:t xml:space="preserve">zadávání </w:t>
      </w:r>
      <w:r w:rsidRPr="00B20AB9">
        <w:rPr>
          <w:rFonts w:ascii="Palatino Linotype" w:hAnsi="Palatino Linotype" w:cs="Arial"/>
          <w:b/>
          <w:sz w:val="22"/>
          <w:szCs w:val="22"/>
        </w:rPr>
        <w:t>veřejných zakáz</w:t>
      </w:r>
      <w:r>
        <w:rPr>
          <w:rFonts w:ascii="Palatino Linotype" w:hAnsi="Palatino Linotype" w:cs="Arial"/>
          <w:b/>
          <w:sz w:val="22"/>
          <w:szCs w:val="22"/>
        </w:rPr>
        <w:t>ek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 (dále jen zákon)</w:t>
      </w:r>
      <w:r>
        <w:rPr>
          <w:rFonts w:ascii="Palatino Linotype" w:hAnsi="Palatino Linotype" w:cs="Arial"/>
          <w:b/>
          <w:sz w:val="22"/>
          <w:szCs w:val="22"/>
        </w:rPr>
        <w:t xml:space="preserve"> pod názvem</w:t>
      </w:r>
      <w:r w:rsidRPr="00B20AB9">
        <w:rPr>
          <w:rFonts w:ascii="Palatino Linotype" w:hAnsi="Palatino Linotype" w:cs="Arial"/>
          <w:b/>
          <w:sz w:val="22"/>
          <w:szCs w:val="22"/>
        </w:rPr>
        <w:t>:</w:t>
      </w:r>
    </w:p>
    <w:p w14:paraId="19CC609F" w14:textId="77777777" w:rsidR="00DC55CA" w:rsidRDefault="00DC55CA" w:rsidP="00DC55CA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50A36058" w14:textId="77777777" w:rsidR="00DC55CA" w:rsidRPr="005F461A" w:rsidRDefault="00DC55CA" w:rsidP="00DC55CA">
      <w:pPr>
        <w:widowControl w:val="0"/>
        <w:jc w:val="center"/>
        <w:rPr>
          <w:rFonts w:ascii="Palatino Linotype" w:hAnsi="Palatino Linotype" w:cs="Arial"/>
          <w:b/>
          <w:sz w:val="32"/>
          <w:szCs w:val="36"/>
        </w:rPr>
      </w:pPr>
      <w:r w:rsidRPr="005F461A">
        <w:rPr>
          <w:rFonts w:ascii="Palatino Linotype" w:hAnsi="Palatino Linotype" w:cs="Arial"/>
          <w:b/>
          <w:sz w:val="34"/>
          <w:szCs w:val="36"/>
        </w:rPr>
        <w:t xml:space="preserve"> „</w:t>
      </w:r>
      <w:r w:rsidRPr="005F461A">
        <w:rPr>
          <w:rFonts w:ascii="Palatino Linotype" w:hAnsi="Palatino Linotype" w:cs="Arial"/>
          <w:b/>
          <w:sz w:val="32"/>
          <w:szCs w:val="36"/>
        </w:rPr>
        <w:t xml:space="preserve">Výběr provozovatele tepelných zdrojů pro MČ </w:t>
      </w:r>
      <w:proofErr w:type="gramStart"/>
      <w:r w:rsidRPr="005F461A">
        <w:rPr>
          <w:rFonts w:ascii="Palatino Linotype" w:hAnsi="Palatino Linotype" w:cs="Arial"/>
          <w:b/>
          <w:sz w:val="32"/>
          <w:szCs w:val="36"/>
        </w:rPr>
        <w:t>Brno - střed</w:t>
      </w:r>
      <w:proofErr w:type="gramEnd"/>
      <w:r w:rsidRPr="005F461A">
        <w:rPr>
          <w:rFonts w:ascii="Palatino Linotype" w:hAnsi="Palatino Linotype" w:cs="Arial"/>
          <w:b/>
          <w:sz w:val="32"/>
          <w:szCs w:val="36"/>
        </w:rPr>
        <w:t>“</w:t>
      </w:r>
    </w:p>
    <w:p w14:paraId="26B3ECBB" w14:textId="77777777" w:rsidR="00DC55CA" w:rsidRPr="005F461A" w:rsidRDefault="00DC55CA" w:rsidP="00DC55CA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</w:p>
    <w:p w14:paraId="5F8D96D3" w14:textId="77777777" w:rsidR="00DC55CA" w:rsidRPr="005F461A" w:rsidRDefault="00DC55CA" w:rsidP="00DC55CA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5F461A">
        <w:rPr>
          <w:rFonts w:ascii="Palatino Linotype" w:hAnsi="Palatino Linotype" w:cs="Arial"/>
          <w:b/>
          <w:sz w:val="22"/>
          <w:szCs w:val="22"/>
        </w:rPr>
        <w:t xml:space="preserve">nadlimitní režim </w:t>
      </w:r>
    </w:p>
    <w:p w14:paraId="55E01523" w14:textId="77777777" w:rsidR="00DC55CA" w:rsidRPr="005F461A" w:rsidRDefault="00DC55CA" w:rsidP="00DC55CA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5F461A">
        <w:rPr>
          <w:rFonts w:ascii="Palatino Linotype" w:hAnsi="Palatino Linotype" w:cs="Arial"/>
          <w:b/>
          <w:sz w:val="22"/>
          <w:szCs w:val="22"/>
        </w:rPr>
        <w:t>zvolený druh řízení – užší řízení (UŘ)</w:t>
      </w:r>
    </w:p>
    <w:p w14:paraId="1097BC8E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28294916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52E59EFE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4E11537C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09BC9464" w14:textId="77777777" w:rsidR="00DC55CA" w:rsidRPr="009E593D" w:rsidRDefault="00DC55CA" w:rsidP="00DC55CA">
      <w:pPr>
        <w:jc w:val="center"/>
        <w:rPr>
          <w:rFonts w:ascii="Palatino Linotype" w:hAnsi="Palatino Linotype" w:cs="Verdana"/>
          <w:b/>
          <w:bCs/>
          <w:iCs/>
          <w:caps/>
          <w:sz w:val="38"/>
          <w:szCs w:val="38"/>
        </w:rPr>
      </w:pPr>
      <w:r w:rsidRPr="009E593D">
        <w:rPr>
          <w:rFonts w:ascii="Palatino Linotype" w:hAnsi="Palatino Linotype" w:cs="Verdana"/>
          <w:b/>
          <w:bCs/>
          <w:iCs/>
          <w:caps/>
          <w:sz w:val="38"/>
          <w:szCs w:val="38"/>
        </w:rPr>
        <w:t>vzory čestných prohlášení</w:t>
      </w:r>
    </w:p>
    <w:p w14:paraId="229579BA" w14:textId="77777777" w:rsidR="00DC55CA" w:rsidRPr="009E593D" w:rsidRDefault="00DC55CA" w:rsidP="00DC55CA">
      <w:pPr>
        <w:spacing w:before="120"/>
        <w:jc w:val="center"/>
        <w:rPr>
          <w:rFonts w:ascii="Palatino Linotype" w:hAnsi="Palatino Linotype" w:cs="Arial"/>
          <w:b/>
        </w:rPr>
      </w:pPr>
      <w:r w:rsidRPr="009E593D">
        <w:rPr>
          <w:rFonts w:ascii="Palatino Linotype" w:hAnsi="Palatino Linotype" w:cs="Arial"/>
          <w:b/>
        </w:rPr>
        <w:t xml:space="preserve">pro </w:t>
      </w:r>
      <w:r>
        <w:rPr>
          <w:rFonts w:ascii="Palatino Linotype" w:hAnsi="Palatino Linotype" w:cs="Arial"/>
          <w:b/>
        </w:rPr>
        <w:t>2</w:t>
      </w:r>
      <w:r w:rsidRPr="009E593D">
        <w:rPr>
          <w:rFonts w:ascii="Palatino Linotype" w:hAnsi="Palatino Linotype" w:cs="Arial"/>
          <w:b/>
        </w:rPr>
        <w:t>. kolo UŘ</w:t>
      </w:r>
    </w:p>
    <w:p w14:paraId="5B6B8D4A" w14:textId="77777777" w:rsidR="00F46930" w:rsidRPr="000D239C" w:rsidRDefault="00F46930" w:rsidP="00F46930">
      <w:pPr>
        <w:spacing w:before="120"/>
        <w:jc w:val="center"/>
        <w:rPr>
          <w:rFonts w:ascii="Verdana" w:hAnsi="Verdana" w:cs="Arial"/>
          <w:b/>
          <w:i/>
        </w:rPr>
      </w:pPr>
    </w:p>
    <w:p w14:paraId="48183CFA" w14:textId="77777777" w:rsidR="00DC55CA" w:rsidRPr="000D239C" w:rsidRDefault="00DC55CA" w:rsidP="00DC55CA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Zadavatel poskytuje dodavatelům vzorové texty prohlášení ke splnění podmínek zadávacího řízení</w:t>
      </w:r>
      <w:r>
        <w:rPr>
          <w:rFonts w:ascii="Palatino Linotype" w:hAnsi="Palatino Linotype" w:cs="Verdana"/>
          <w:b/>
          <w:iCs/>
          <w:sz w:val="18"/>
          <w:szCs w:val="16"/>
        </w:rPr>
        <w:t xml:space="preserve"> v</w:t>
      </w:r>
      <w:r>
        <w:rPr>
          <w:rFonts w:ascii="Palatino Linotype" w:hAnsi="Palatino Linotype" w:cs="Verdana"/>
          <w:b/>
          <w:iCs/>
          <w:sz w:val="18"/>
          <w:szCs w:val="16"/>
        </w:rPr>
        <w:t>e</w:t>
      </w:r>
      <w:r>
        <w:rPr>
          <w:rFonts w:ascii="Palatino Linotype" w:hAnsi="Palatino Linotype" w:cs="Verdana"/>
          <w:b/>
          <w:iCs/>
          <w:sz w:val="18"/>
          <w:szCs w:val="16"/>
        </w:rPr>
        <w:t> </w:t>
      </w:r>
      <w:r>
        <w:rPr>
          <w:rFonts w:ascii="Palatino Linotype" w:hAnsi="Palatino Linotype" w:cs="Verdana"/>
          <w:b/>
          <w:iCs/>
          <w:sz w:val="18"/>
          <w:szCs w:val="16"/>
        </w:rPr>
        <w:t>2</w:t>
      </w:r>
      <w:r>
        <w:rPr>
          <w:rFonts w:ascii="Palatino Linotype" w:hAnsi="Palatino Linotype" w:cs="Verdana"/>
          <w:b/>
          <w:iCs/>
          <w:sz w:val="18"/>
          <w:szCs w:val="16"/>
        </w:rPr>
        <w:t>. kole UŘ</w:t>
      </w:r>
      <w:r w:rsidRPr="000D239C">
        <w:rPr>
          <w:rFonts w:ascii="Palatino Linotype" w:hAnsi="Palatino Linotype" w:cs="Verdana"/>
          <w:b/>
          <w:iCs/>
          <w:sz w:val="18"/>
          <w:szCs w:val="16"/>
        </w:rPr>
        <w:t>. Vzory čestných prohlášení se vztahují:</w:t>
      </w:r>
    </w:p>
    <w:p w14:paraId="64E82EA4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</w:p>
    <w:p w14:paraId="3A523207" w14:textId="77777777" w:rsidR="00B66C0F" w:rsidRDefault="00B66C0F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>
        <w:rPr>
          <w:rFonts w:ascii="Palatino Linotype" w:hAnsi="Palatino Linotype" w:cs="Verdana"/>
          <w:b/>
          <w:iCs/>
          <w:sz w:val="18"/>
          <w:szCs w:val="16"/>
        </w:rPr>
        <w:t>ke splnění podmínek pro využití poddodavatelů</w:t>
      </w:r>
    </w:p>
    <w:p w14:paraId="7E561852" w14:textId="77777777" w:rsidR="00F46930" w:rsidRPr="000D239C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ke splnění </w:t>
      </w:r>
      <w:r w:rsidR="00AF21A9">
        <w:rPr>
          <w:rFonts w:ascii="Palatino Linotype" w:hAnsi="Palatino Linotype" w:cs="Verdana"/>
          <w:b/>
          <w:iCs/>
          <w:sz w:val="18"/>
          <w:szCs w:val="16"/>
        </w:rPr>
        <w:t>zvláštních podmínek</w:t>
      </w: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 pro plnění veřejné zakázky</w:t>
      </w:r>
    </w:p>
    <w:p w14:paraId="47F00391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5DC59C3A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01075303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Dodavatel vyplní podbarvené části a doplní doklady, které jsou označeny heslem „DOPLNIT“</w:t>
      </w:r>
      <w:r w:rsidR="00BB54F2" w:rsidRPr="000D239C">
        <w:rPr>
          <w:rFonts w:ascii="Palatino Linotype" w:hAnsi="Palatino Linotype" w:cs="Verdana"/>
          <w:b/>
          <w:iCs/>
          <w:sz w:val="18"/>
          <w:szCs w:val="16"/>
        </w:rPr>
        <w:t>. Text těchto vzorů doplněný o příslušné doklady lze použít přímo do nabídky.</w:t>
      </w:r>
    </w:p>
    <w:p w14:paraId="110849D3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0604CBD2" w14:textId="77777777" w:rsidR="00F46930" w:rsidRP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color w:val="FF0000"/>
          <w:sz w:val="16"/>
          <w:szCs w:val="16"/>
        </w:rPr>
      </w:pPr>
    </w:p>
    <w:p w14:paraId="010BDDB2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3F449971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5BF66D8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AD9518C" w14:textId="77777777" w:rsidR="00B718D3" w:rsidRDefault="00B718D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E1A42F8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0881F80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12D518E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29EAF8A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CC1442F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D618D13" w14:textId="77777777" w:rsidR="00C11A8B" w:rsidRDefault="00C11A8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26DEF1E" w14:textId="77777777" w:rsidR="00DC55CA" w:rsidRDefault="00DC55CA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E7B03E1" w14:textId="77777777" w:rsidR="00DC55CA" w:rsidRDefault="00DC55CA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0508821" w14:textId="77777777" w:rsidR="00DC55CA" w:rsidRDefault="00DC55CA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C835F6F" w14:textId="77777777" w:rsidR="00DC55CA" w:rsidRDefault="00DC55CA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6F1127F" w14:textId="77777777" w:rsidR="00DC55CA" w:rsidRDefault="00DC55CA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95F5E90" w14:textId="77777777" w:rsidR="00DC55CA" w:rsidRDefault="00DC55CA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ABB9EA4" w14:textId="77777777" w:rsidR="00DC55CA" w:rsidRDefault="00DC55CA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AC1DBBC" w14:textId="77777777" w:rsidR="00DC55CA" w:rsidRDefault="00DC55CA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A179331" w14:textId="77777777" w:rsidR="00DC55CA" w:rsidRDefault="00DC55CA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57674C0" w14:textId="77777777" w:rsidR="00CA558B" w:rsidRPr="004E7489" w:rsidRDefault="00DC55CA" w:rsidP="00CA558B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>1</w:t>
      </w:r>
      <w:r w:rsidR="00CA558B">
        <w:rPr>
          <w:rFonts w:ascii="Palatino Linotype" w:hAnsi="Palatino Linotype" w:cs="Arial"/>
          <w:b/>
          <w:sz w:val="22"/>
          <w:szCs w:val="20"/>
        </w:rPr>
        <w:t>) Podmínky pro využití poddodavatelů</w:t>
      </w:r>
    </w:p>
    <w:p w14:paraId="6C69BB32" w14:textId="77777777" w:rsidR="00F9065F" w:rsidRDefault="00F9065F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2F3F5803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2C2045D4" w14:textId="77777777" w:rsidR="00DC55CA" w:rsidRPr="00BB54F2" w:rsidRDefault="00DC55CA" w:rsidP="00DC55CA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9E593D">
        <w:rPr>
          <w:rFonts w:ascii="Palatino Linotype" w:hAnsi="Palatino Linotype" w:cs="Arial"/>
          <w:b/>
          <w:sz w:val="20"/>
          <w:szCs w:val="20"/>
        </w:rPr>
        <w:t xml:space="preserve">který podává </w:t>
      </w:r>
      <w:r>
        <w:rPr>
          <w:rFonts w:ascii="Palatino Linotype" w:hAnsi="Palatino Linotype" w:cs="Arial"/>
          <w:b/>
          <w:sz w:val="20"/>
          <w:szCs w:val="22"/>
        </w:rPr>
        <w:t>nabídku</w:t>
      </w:r>
      <w:r w:rsidRPr="009E593D">
        <w:rPr>
          <w:rFonts w:ascii="Palatino Linotype" w:hAnsi="Palatino Linotype" w:cs="Arial"/>
          <w:b/>
          <w:sz w:val="16"/>
          <w:szCs w:val="20"/>
        </w:rPr>
        <w:t xml:space="preserve"> </w:t>
      </w:r>
      <w:r w:rsidRPr="009E593D">
        <w:rPr>
          <w:rFonts w:ascii="Palatino Linotype" w:hAnsi="Palatino Linotype" w:cs="Arial"/>
          <w:b/>
          <w:sz w:val="20"/>
          <w:szCs w:val="20"/>
        </w:rPr>
        <w:t>na veřejnou zakázku</w:t>
      </w:r>
      <w:r w:rsidRPr="009E593D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 w:rsidRPr="009E593D"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9E593D">
        <w:rPr>
          <w:rFonts w:ascii="Palatino Linotype" w:hAnsi="Palatino Linotype" w:cs="Arial"/>
          <w:b/>
          <w:sz w:val="20"/>
          <w:szCs w:val="20"/>
        </w:rPr>
        <w:t xml:space="preserve">Výběr provozovatele tepelných zdrojů pro MČ </w:t>
      </w:r>
      <w:proofErr w:type="gramStart"/>
      <w:r w:rsidRPr="009E593D">
        <w:rPr>
          <w:rFonts w:ascii="Palatino Linotype" w:hAnsi="Palatino Linotype" w:cs="Arial"/>
          <w:b/>
          <w:sz w:val="20"/>
          <w:szCs w:val="20"/>
        </w:rPr>
        <w:t>Brno - střed</w:t>
      </w:r>
      <w:proofErr w:type="gramEnd"/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6D23AE94" w14:textId="77777777" w:rsidR="00CA558B" w:rsidRDefault="00CA558B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0CED586F" w14:textId="77777777" w:rsidR="00CA558B" w:rsidRPr="00F56683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F56683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F56683" w:rsidRPr="00F56683">
        <w:rPr>
          <w:rFonts w:ascii="Palatino Linotype" w:hAnsi="Palatino Linotype" w:cs="Arial"/>
          <w:b/>
          <w:sz w:val="20"/>
          <w:szCs w:val="20"/>
        </w:rPr>
        <w:t>3</w:t>
      </w:r>
      <w:r w:rsidRPr="00F56683">
        <w:rPr>
          <w:rFonts w:ascii="Palatino Linotype" w:hAnsi="Palatino Linotype" w:cs="Arial"/>
          <w:b/>
          <w:sz w:val="20"/>
          <w:szCs w:val="20"/>
        </w:rPr>
        <w:t>.7. Zadávacích podmínek:</w:t>
      </w:r>
    </w:p>
    <w:p w14:paraId="086646C3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6B54F4D" w14:textId="77777777" w:rsidR="00CA558B" w:rsidRDefault="00063784" w:rsidP="00F56683">
      <w:pPr>
        <w:widowControl w:val="0"/>
        <w:spacing w:before="60"/>
        <w:jc w:val="both"/>
        <w:rPr>
          <w:rFonts w:ascii="Palatino Linotype" w:hAnsi="Palatino Linotype"/>
          <w:color w:val="E36C0A"/>
          <w:sz w:val="20"/>
        </w:rPr>
      </w:pPr>
      <w:r>
        <w:rPr>
          <w:rFonts w:ascii="Palatino Linotype" w:hAnsi="Palatino Linotype" w:cs="Arial"/>
          <w:sz w:val="20"/>
          <w:szCs w:val="20"/>
        </w:rPr>
        <w:t>Ú</w:t>
      </w:r>
      <w:r w:rsidRPr="00CA558B">
        <w:rPr>
          <w:rFonts w:ascii="Palatino Linotype" w:hAnsi="Palatino Linotype" w:cs="Arial"/>
          <w:sz w:val="20"/>
          <w:szCs w:val="20"/>
        </w:rPr>
        <w:t xml:space="preserve">častník zadávacího řízení </w:t>
      </w:r>
      <w:r>
        <w:rPr>
          <w:rFonts w:ascii="Palatino Linotype" w:hAnsi="Palatino Linotype" w:cs="Arial"/>
          <w:sz w:val="20"/>
          <w:szCs w:val="20"/>
        </w:rPr>
        <w:t>potvrzuje</w:t>
      </w:r>
      <w:r>
        <w:rPr>
          <w:rFonts w:ascii="Palatino Linotype" w:hAnsi="Palatino Linotype"/>
          <w:sz w:val="20"/>
        </w:rPr>
        <w:t>, že zadavatelem</w:t>
      </w:r>
      <w:r w:rsidR="00CA558B" w:rsidRPr="008B57E5">
        <w:rPr>
          <w:rFonts w:ascii="Palatino Linotype" w:hAnsi="Palatino Linotype"/>
          <w:sz w:val="20"/>
        </w:rPr>
        <w:t xml:space="preserve"> </w:t>
      </w:r>
      <w:r w:rsidR="00CA558B">
        <w:rPr>
          <w:rFonts w:ascii="Palatino Linotype" w:hAnsi="Palatino Linotype"/>
          <w:sz w:val="20"/>
        </w:rPr>
        <w:t xml:space="preserve">dále </w:t>
      </w:r>
      <w:r w:rsidR="00CA558B" w:rsidRPr="008B57E5">
        <w:rPr>
          <w:rFonts w:ascii="Palatino Linotype" w:hAnsi="Palatino Linotype"/>
          <w:sz w:val="20"/>
        </w:rPr>
        <w:t xml:space="preserve">určené významné činnosti při plnění veřejné zakázky </w:t>
      </w:r>
      <w:r>
        <w:rPr>
          <w:rFonts w:ascii="Palatino Linotype" w:hAnsi="Palatino Linotype"/>
          <w:sz w:val="20"/>
        </w:rPr>
        <w:t xml:space="preserve">budou </w:t>
      </w:r>
      <w:r w:rsidR="00CA558B" w:rsidRPr="008B57E5">
        <w:rPr>
          <w:rFonts w:ascii="Palatino Linotype" w:hAnsi="Palatino Linotype"/>
          <w:sz w:val="20"/>
        </w:rPr>
        <w:t>plněny přímo vybraným dodavatelem</w:t>
      </w:r>
      <w:r w:rsidR="00CA558B">
        <w:rPr>
          <w:rFonts w:ascii="Palatino Linotype" w:hAnsi="Palatino Linotype"/>
          <w:sz w:val="20"/>
        </w:rPr>
        <w:t xml:space="preserve"> (bez poddodavatelů)</w:t>
      </w:r>
      <w:r w:rsidR="00CA558B" w:rsidRPr="000F2CB8">
        <w:rPr>
          <w:rFonts w:ascii="Palatino Linotype" w:hAnsi="Palatino Linotype"/>
          <w:sz w:val="20"/>
        </w:rPr>
        <w:t>:</w:t>
      </w:r>
      <w:r w:rsidR="00CA558B" w:rsidRPr="00BF3251">
        <w:rPr>
          <w:rFonts w:ascii="Palatino Linotype" w:hAnsi="Palatino Linotype"/>
          <w:color w:val="E36C0A"/>
          <w:sz w:val="20"/>
        </w:rPr>
        <w:t xml:space="preserve"> </w:t>
      </w:r>
    </w:p>
    <w:p w14:paraId="04B01A1D" w14:textId="77777777" w:rsidR="00F56683" w:rsidRPr="00335AA1" w:rsidRDefault="00F56683" w:rsidP="00F56683">
      <w:pPr>
        <w:widowControl w:val="0"/>
        <w:numPr>
          <w:ilvl w:val="0"/>
          <w:numId w:val="21"/>
        </w:numPr>
        <w:spacing w:before="60"/>
        <w:ind w:left="709"/>
        <w:jc w:val="both"/>
        <w:rPr>
          <w:rFonts w:ascii="Palatino Linotype" w:hAnsi="Palatino Linotype"/>
          <w:sz w:val="20"/>
        </w:rPr>
      </w:pPr>
      <w:r w:rsidRPr="00335AA1">
        <w:rPr>
          <w:rFonts w:ascii="Palatino Linotype" w:hAnsi="Palatino Linotype"/>
          <w:sz w:val="20"/>
        </w:rPr>
        <w:t>vlastní provozování tepelných zdrojů, vyjma prací na provádění oprav a údržby, k nimž lze využít poddodavatele</w:t>
      </w:r>
    </w:p>
    <w:p w14:paraId="72E6758B" w14:textId="77777777" w:rsidR="00F56683" w:rsidRPr="00335AA1" w:rsidRDefault="00F56683" w:rsidP="00F56683">
      <w:pPr>
        <w:widowControl w:val="0"/>
        <w:numPr>
          <w:ilvl w:val="0"/>
          <w:numId w:val="21"/>
        </w:numPr>
        <w:spacing w:before="60"/>
        <w:ind w:left="709"/>
        <w:jc w:val="both"/>
        <w:rPr>
          <w:rFonts w:ascii="Palatino Linotype" w:hAnsi="Palatino Linotype"/>
          <w:sz w:val="20"/>
        </w:rPr>
      </w:pPr>
      <w:r w:rsidRPr="00335AA1">
        <w:rPr>
          <w:rFonts w:ascii="Palatino Linotype" w:hAnsi="Palatino Linotype"/>
          <w:sz w:val="20"/>
        </w:rPr>
        <w:t>poskytování havarijní služby vyjma provádění prací k odstranění poruch a havárií, k nimž lze využít poddodavatele</w:t>
      </w:r>
    </w:p>
    <w:p w14:paraId="0E383961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DFDF6A9" w14:textId="77777777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32EC829E" w14:textId="77777777" w:rsidR="00063784" w:rsidRPr="00496A96" w:rsidRDefault="00063784" w:rsidP="00063784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...............................................................................</w:t>
      </w:r>
    </w:p>
    <w:p w14:paraId="365BBD58" w14:textId="77777777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787B998E" w14:textId="77777777" w:rsidR="00063784" w:rsidRPr="009D313F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</w:rPr>
        <w:t>DOPLNIT: Podpis oprávněné osoby dodavatele v souladu se způsobem jednání právnické nebo fyzické osoby podle občanského zákoníku a způsobu jednání podle výpisu z obchodního rejstříku.</w:t>
      </w:r>
    </w:p>
    <w:p w14:paraId="38BECC74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AB65F54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173BD2F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02D793C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B90BF61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B0A91C7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F875934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6761EE5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C8C0C88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3C9B956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CD802DD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5F2C456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D62C805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1A04B2B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D70AB47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667A9E5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1ED8DA3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15F58B7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1DB4EA8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5654544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91F316C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CB7CF7B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29F73F4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A304269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870B021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621B0BE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58618D4" w14:textId="77777777" w:rsidR="00F56683" w:rsidRDefault="00F56683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4735283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73128BC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3F4702B" w14:textId="77777777" w:rsidR="00F46930" w:rsidRPr="004E7489" w:rsidRDefault="00F5668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>2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) </w:t>
      </w:r>
      <w:r w:rsidR="00AF21A9">
        <w:rPr>
          <w:rFonts w:ascii="Palatino Linotype" w:hAnsi="Palatino Linotype" w:cs="Arial"/>
          <w:b/>
          <w:sz w:val="22"/>
          <w:szCs w:val="20"/>
        </w:rPr>
        <w:t>Zvláštní podmínky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 pro plnění veřejné zakázky</w:t>
      </w:r>
    </w:p>
    <w:p w14:paraId="737FDA1D" w14:textId="77777777" w:rsidR="00F46930" w:rsidRPr="009D313F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ADF8918" w14:textId="77777777" w:rsidR="00063784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DOPLNIT</w:t>
      </w:r>
    </w:p>
    <w:p w14:paraId="3C9B0941" w14:textId="77777777" w:rsidR="00F56683" w:rsidRPr="00BB54F2" w:rsidRDefault="00F56683" w:rsidP="00F56683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9E593D">
        <w:rPr>
          <w:rFonts w:ascii="Palatino Linotype" w:hAnsi="Palatino Linotype" w:cs="Arial"/>
          <w:b/>
          <w:sz w:val="20"/>
          <w:szCs w:val="20"/>
        </w:rPr>
        <w:t xml:space="preserve">který podává </w:t>
      </w:r>
      <w:r>
        <w:rPr>
          <w:rFonts w:ascii="Palatino Linotype" w:hAnsi="Palatino Linotype" w:cs="Arial"/>
          <w:b/>
          <w:sz w:val="20"/>
          <w:szCs w:val="22"/>
        </w:rPr>
        <w:t>nabídku</w:t>
      </w:r>
      <w:r w:rsidRPr="009E593D">
        <w:rPr>
          <w:rFonts w:ascii="Palatino Linotype" w:hAnsi="Palatino Linotype" w:cs="Arial"/>
          <w:b/>
          <w:sz w:val="16"/>
          <w:szCs w:val="20"/>
        </w:rPr>
        <w:t xml:space="preserve"> </w:t>
      </w:r>
      <w:r w:rsidRPr="009E593D">
        <w:rPr>
          <w:rFonts w:ascii="Palatino Linotype" w:hAnsi="Palatino Linotype" w:cs="Arial"/>
          <w:b/>
          <w:sz w:val="20"/>
          <w:szCs w:val="20"/>
        </w:rPr>
        <w:t>na veřejnou zakázku</w:t>
      </w:r>
      <w:r w:rsidRPr="009E593D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 w:rsidRPr="009E593D"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9E593D">
        <w:rPr>
          <w:rFonts w:ascii="Palatino Linotype" w:hAnsi="Palatino Linotype" w:cs="Arial"/>
          <w:b/>
          <w:sz w:val="20"/>
          <w:szCs w:val="20"/>
        </w:rPr>
        <w:t xml:space="preserve">Výběr provozovatele tepelných zdrojů pro MČ </w:t>
      </w:r>
      <w:proofErr w:type="gramStart"/>
      <w:r w:rsidRPr="009E593D">
        <w:rPr>
          <w:rFonts w:ascii="Palatino Linotype" w:hAnsi="Palatino Linotype" w:cs="Arial"/>
          <w:b/>
          <w:sz w:val="20"/>
          <w:szCs w:val="20"/>
        </w:rPr>
        <w:t>Brno - střed</w:t>
      </w:r>
      <w:proofErr w:type="gramEnd"/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22BECA8C" w14:textId="77777777" w:rsidR="00063784" w:rsidRDefault="00063784" w:rsidP="00063784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0C6D1EBA" w14:textId="77777777" w:rsidR="00063784" w:rsidRPr="00F56683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F56683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F56683" w:rsidRPr="00F56683">
        <w:rPr>
          <w:rFonts w:ascii="Palatino Linotype" w:hAnsi="Palatino Linotype" w:cs="Arial"/>
          <w:b/>
          <w:sz w:val="20"/>
          <w:szCs w:val="20"/>
        </w:rPr>
        <w:t>3</w:t>
      </w:r>
      <w:r w:rsidRPr="00F56683">
        <w:rPr>
          <w:rFonts w:ascii="Palatino Linotype" w:hAnsi="Palatino Linotype" w:cs="Arial"/>
          <w:b/>
          <w:sz w:val="20"/>
          <w:szCs w:val="20"/>
        </w:rPr>
        <w:t>.8. Zadávacích podmínek:</w:t>
      </w:r>
    </w:p>
    <w:p w14:paraId="51406C15" w14:textId="77777777" w:rsidR="00F46930" w:rsidRPr="009D313F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F7F4968" w14:textId="77777777" w:rsidR="00063784" w:rsidRPr="00F62361" w:rsidRDefault="00063784" w:rsidP="00A65131">
      <w:pPr>
        <w:widowControl w:val="0"/>
        <w:ind w:left="709" w:hanging="709"/>
        <w:jc w:val="both"/>
        <w:rPr>
          <w:rFonts w:ascii="Palatino Linotype" w:hAnsi="Palatino Linotype" w:cs="Arial"/>
          <w:sz w:val="20"/>
          <w:szCs w:val="20"/>
        </w:rPr>
      </w:pPr>
      <w:r w:rsidRPr="00AC2019">
        <w:rPr>
          <w:rFonts w:ascii="Palatino Linotype" w:hAnsi="Palatino Linotype" w:cs="Arial"/>
          <w:sz w:val="20"/>
          <w:szCs w:val="20"/>
        </w:rPr>
        <w:t xml:space="preserve">1) </w:t>
      </w:r>
      <w:r w:rsidR="00AC2019" w:rsidRPr="00AC2019">
        <w:rPr>
          <w:rFonts w:ascii="Palatino Linotype" w:hAnsi="Palatino Linotype" w:cs="Arial"/>
          <w:sz w:val="20"/>
          <w:szCs w:val="20"/>
        </w:rPr>
        <w:tab/>
        <w:t>Účastník zadávacího řízení se zavazuje, že pokud se stane vybraným dodavatelem</w:t>
      </w:r>
      <w:r w:rsidR="00AC2019">
        <w:rPr>
          <w:rFonts w:ascii="Palatino Linotype" w:hAnsi="Palatino Linotype" w:cs="Arial"/>
          <w:sz w:val="20"/>
          <w:szCs w:val="20"/>
        </w:rPr>
        <w:t>,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sz w:val="20"/>
        </w:rPr>
        <w:t xml:space="preserve">bude zpracovávat všechny </w:t>
      </w:r>
      <w:r w:rsidR="00AC2019" w:rsidRPr="00AC2019">
        <w:rPr>
          <w:rFonts w:ascii="Palatino Linotype" w:hAnsi="Palatino Linotype" w:cs="Arial"/>
          <w:sz w:val="20"/>
          <w:szCs w:val="20"/>
        </w:rPr>
        <w:t>součásti a dokumenty související s předmětem plnění veřejné zakázky v průběhu realizace veřejné zakázky v českém jazyce a vést všechna jednání, vč. jednání na pracovní úrovni v průběhu realizace veřejné zakázky v českém jazyce.</w:t>
      </w:r>
    </w:p>
    <w:p w14:paraId="412FE436" w14:textId="77777777" w:rsidR="00063784" w:rsidRDefault="00F56683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2</w:t>
      </w:r>
      <w:r w:rsidR="00063784">
        <w:rPr>
          <w:rFonts w:ascii="Palatino Linotype" w:hAnsi="Palatino Linotype" w:cs="Arial"/>
          <w:sz w:val="20"/>
        </w:rPr>
        <w:t xml:space="preserve">) </w:t>
      </w:r>
      <w:r w:rsidR="00AC2019">
        <w:rPr>
          <w:rFonts w:ascii="Palatino Linotype" w:hAnsi="Palatino Linotype" w:cs="Arial"/>
          <w:sz w:val="20"/>
        </w:rPr>
        <w:tab/>
      </w:r>
      <w:r w:rsidR="00AC2019" w:rsidRPr="00AC2019">
        <w:rPr>
          <w:rFonts w:ascii="Palatino Linotype" w:hAnsi="Palatino Linotype" w:cs="Arial"/>
          <w:sz w:val="20"/>
          <w:szCs w:val="20"/>
        </w:rPr>
        <w:t>Účastník zadávacího řízení se zavazuje, že pokud se stane vybraným dodavatelem</w:t>
      </w:r>
      <w:r w:rsidR="00AC2019">
        <w:rPr>
          <w:rFonts w:ascii="Palatino Linotype" w:hAnsi="Palatino Linotype" w:cs="Arial"/>
          <w:sz w:val="20"/>
          <w:szCs w:val="20"/>
        </w:rPr>
        <w:t xml:space="preserve">, poskytne </w:t>
      </w:r>
      <w:r w:rsidR="00063784">
        <w:rPr>
          <w:rFonts w:ascii="Palatino Linotype" w:hAnsi="Palatino Linotype" w:cs="Arial"/>
          <w:sz w:val="20"/>
        </w:rPr>
        <w:t xml:space="preserve">potřebné spolupůsobení při výkonu finanční kontroly podle § 2 písm. e) zákona č. 320/2001 Sb., o finanční kontrole ve veřejné správě. Závazek bude rovněž obsahovat právo přístupu </w:t>
      </w:r>
      <w:r w:rsidR="00063784" w:rsidRPr="00F56683">
        <w:rPr>
          <w:rFonts w:ascii="Palatino Linotype" w:hAnsi="Palatino Linotype" w:cs="Arial"/>
          <w:sz w:val="20"/>
        </w:rPr>
        <w:t>kontrolních orgánů v rámci kontroly k dokumentům, které podléhají ochraně podle zvláštních</w:t>
      </w:r>
      <w:r w:rsidR="00063784">
        <w:rPr>
          <w:rFonts w:ascii="Palatino Linotype" w:hAnsi="Palatino Linotype" w:cs="Arial"/>
          <w:sz w:val="20"/>
        </w:rPr>
        <w:t xml:space="preserve"> právních předpisů (např. obchodní tajemství) za předpokladu, že budou splněny </w:t>
      </w:r>
      <w:r w:rsidR="00063784" w:rsidRPr="002F3431">
        <w:rPr>
          <w:rFonts w:ascii="Palatino Linotype" w:hAnsi="Palatino Linotype" w:cs="Arial"/>
          <w:sz w:val="20"/>
        </w:rPr>
        <w:t xml:space="preserve">požadavky kladené právními předpisy (např. zákon č. 255/2012 Sb., o kontrole) vč. zajištění stejných podmínek u svých </w:t>
      </w:r>
      <w:r w:rsidR="00063784">
        <w:rPr>
          <w:rFonts w:ascii="Palatino Linotype" w:hAnsi="Palatino Linotype" w:cs="Arial"/>
          <w:sz w:val="20"/>
        </w:rPr>
        <w:t>pod</w:t>
      </w:r>
      <w:r w:rsidR="00063784" w:rsidRPr="002F3431">
        <w:rPr>
          <w:rFonts w:ascii="Palatino Linotype" w:hAnsi="Palatino Linotype" w:cs="Arial"/>
          <w:sz w:val="20"/>
        </w:rPr>
        <w:t xml:space="preserve">dodavatelů. </w:t>
      </w:r>
    </w:p>
    <w:p w14:paraId="6552C5C1" w14:textId="77777777" w:rsidR="00063784" w:rsidRPr="007805D4" w:rsidRDefault="00F56683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3</w:t>
      </w:r>
      <w:r w:rsidR="00AC2019">
        <w:rPr>
          <w:rFonts w:ascii="Palatino Linotype" w:hAnsi="Palatino Linotype" w:cs="Arial"/>
          <w:sz w:val="20"/>
        </w:rPr>
        <w:t xml:space="preserve">) </w:t>
      </w:r>
      <w:r w:rsidR="00063784" w:rsidRPr="007805D4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se zavazuje, že pokud se stane vybraným dodavatelem, </w:t>
      </w:r>
      <w:r w:rsidR="00A65131">
        <w:rPr>
          <w:rFonts w:ascii="Palatino Linotype" w:hAnsi="Palatino Linotype" w:cs="Arial"/>
          <w:sz w:val="20"/>
          <w:szCs w:val="20"/>
        </w:rPr>
        <w:t xml:space="preserve">nebude </w:t>
      </w:r>
      <w:r w:rsidR="00063784" w:rsidRPr="007805D4">
        <w:rPr>
          <w:rFonts w:ascii="Palatino Linotype" w:hAnsi="Palatino Linotype"/>
          <w:bCs/>
          <w:sz w:val="20"/>
        </w:rPr>
        <w:t>v souvislosti s realizací zakázky postupovat své pohledávky jiným subjektům</w:t>
      </w:r>
      <w:r w:rsidR="00063784" w:rsidRPr="007805D4">
        <w:rPr>
          <w:rFonts w:ascii="Palatino Linotype" w:hAnsi="Palatino Linotype" w:cs="Arial"/>
          <w:sz w:val="20"/>
        </w:rPr>
        <w:t xml:space="preserve">. </w:t>
      </w:r>
    </w:p>
    <w:p w14:paraId="33796AA9" w14:textId="77777777" w:rsidR="00063784" w:rsidRPr="00C57A76" w:rsidRDefault="00EE74F9" w:rsidP="00A65131">
      <w:pPr>
        <w:pStyle w:val="Zkladntextodsazen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4</w:t>
      </w:r>
      <w:r w:rsidR="00AC2019">
        <w:rPr>
          <w:rFonts w:ascii="Palatino Linotype" w:hAnsi="Palatino Linotype" w:cs="Arial"/>
          <w:sz w:val="20"/>
        </w:rPr>
        <w:t xml:space="preserve">) </w:t>
      </w:r>
      <w:r w:rsidR="00A65131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65131">
        <w:rPr>
          <w:rFonts w:ascii="Palatino Linotype" w:hAnsi="Palatino Linotype" w:cs="Arial"/>
          <w:sz w:val="20"/>
          <w:szCs w:val="20"/>
        </w:rPr>
        <w:t xml:space="preserve">prohlašuje, </w:t>
      </w:r>
      <w:r w:rsidR="00063784" w:rsidRPr="00C57A76">
        <w:rPr>
          <w:rFonts w:ascii="Palatino Linotype" w:hAnsi="Palatino Linotype" w:cs="Arial"/>
          <w:sz w:val="20"/>
        </w:rPr>
        <w:t xml:space="preserve">že číslo účtu, které uvedl v návrhu smlouvy, skutečně odpovídá číslu účtu, který </w:t>
      </w:r>
      <w:r w:rsidR="00063784">
        <w:rPr>
          <w:rFonts w:ascii="Palatino Linotype" w:hAnsi="Palatino Linotype"/>
          <w:sz w:val="20"/>
        </w:rPr>
        <w:t>účastník zadávacího řízení</w:t>
      </w:r>
      <w:r w:rsidR="00063784" w:rsidRPr="00C57A76">
        <w:rPr>
          <w:rFonts w:ascii="Palatino Linotype" w:hAnsi="Palatino Linotype" w:cs="Arial"/>
          <w:sz w:val="20"/>
        </w:rPr>
        <w:t xml:space="preserve"> užívá v rámci své podnikatelské činnosti, resp. že se jedná o bankovní účet plátce DPH, který je zveřejněn v registru plátců DPH, pokud je </w:t>
      </w:r>
      <w:r w:rsidR="00063784">
        <w:rPr>
          <w:rFonts w:ascii="Palatino Linotype" w:hAnsi="Palatino Linotype" w:cs="Arial"/>
          <w:sz w:val="20"/>
        </w:rPr>
        <w:t>účastník zadávacího řízení</w:t>
      </w:r>
      <w:r w:rsidR="00063784" w:rsidRPr="00C57A76">
        <w:rPr>
          <w:rFonts w:ascii="Palatino Linotype" w:hAnsi="Palatino Linotype" w:cs="Arial"/>
          <w:sz w:val="20"/>
        </w:rPr>
        <w:t xml:space="preserve"> plátcem DPH. </w:t>
      </w:r>
    </w:p>
    <w:p w14:paraId="53FD9E4D" w14:textId="77777777" w:rsidR="00063784" w:rsidRPr="00554542" w:rsidRDefault="00EE74F9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5</w:t>
      </w:r>
      <w:r w:rsidR="00AC2019">
        <w:rPr>
          <w:rFonts w:ascii="Palatino Linotype" w:hAnsi="Palatino Linotype" w:cs="Arial"/>
          <w:sz w:val="20"/>
        </w:rPr>
        <w:t>)</w:t>
      </w:r>
      <w:r w:rsidR="00063784" w:rsidRPr="002F3431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65131">
        <w:rPr>
          <w:rFonts w:ascii="Palatino Linotype" w:hAnsi="Palatino Linotype" w:cs="Arial"/>
          <w:sz w:val="20"/>
          <w:szCs w:val="20"/>
        </w:rPr>
        <w:t>prohlašuje</w:t>
      </w:r>
      <w:r w:rsidR="00063784" w:rsidRPr="002F3431">
        <w:rPr>
          <w:rFonts w:ascii="Palatino Linotype" w:hAnsi="Palatino Linotype"/>
          <w:bCs/>
          <w:sz w:val="20"/>
        </w:rPr>
        <w:t xml:space="preserve">, že jako dodavatel, který podává nabídku v zadávacím řízení, není současně </w:t>
      </w:r>
      <w:r w:rsidR="00063784">
        <w:rPr>
          <w:rFonts w:ascii="Palatino Linotype" w:hAnsi="Palatino Linotype"/>
          <w:bCs/>
          <w:sz w:val="20"/>
        </w:rPr>
        <w:t>pod</w:t>
      </w:r>
      <w:r w:rsidR="00063784" w:rsidRPr="002F3431">
        <w:rPr>
          <w:rFonts w:ascii="Palatino Linotype" w:hAnsi="Palatino Linotype"/>
          <w:bCs/>
          <w:sz w:val="20"/>
        </w:rPr>
        <w:t xml:space="preserve">dodavatelem, </w:t>
      </w:r>
      <w:r w:rsidR="00063784" w:rsidRPr="002F3431">
        <w:rPr>
          <w:rFonts w:ascii="Palatino Linotype" w:hAnsi="Palatino Linotype" w:cs="Arial"/>
          <w:sz w:val="20"/>
        </w:rPr>
        <w:t xml:space="preserve">jehož prostřednictvím jiný dodavatel v tomtéž zadávacím řízení prokazuje kvalifikaci. </w:t>
      </w:r>
    </w:p>
    <w:p w14:paraId="43AEBFB2" w14:textId="77777777" w:rsidR="006C745B" w:rsidRDefault="006C745B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bookmarkStart w:id="0" w:name="_GoBack"/>
      <w:bookmarkEnd w:id="0"/>
    </w:p>
    <w:p w14:paraId="21FCF3B2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………..…………………..</w:t>
      </w:r>
    </w:p>
    <w:p w14:paraId="001DB9F3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F73614B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58682EB2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FD45091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7F2397EC" w14:textId="77777777" w:rsidR="00F46930" w:rsidRPr="009D313F" w:rsidRDefault="00F46930" w:rsidP="00F46930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................................................................................</w:t>
      </w:r>
    </w:p>
    <w:p w14:paraId="1388435B" w14:textId="77777777" w:rsidR="00F46930" w:rsidRPr="009D313F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6D8CAF08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DOPLNIT: Podpis oprávněné osoby dodavatele v souladu se způsobem jednání právnické nebo fyzické osoby </w:t>
      </w:r>
      <w:r w:rsidR="00411B31" w:rsidRPr="009D313F">
        <w:rPr>
          <w:rFonts w:ascii="Palatino Linotype" w:hAnsi="Palatino Linotype" w:cs="Arial"/>
          <w:b/>
          <w:i/>
          <w:sz w:val="20"/>
          <w:szCs w:val="20"/>
        </w:rPr>
        <w:t>podle občanského zákoníku a způsobu jednání podle výpisu z obchodního rejstříku</w:t>
      </w:r>
      <w:r w:rsidR="00143893" w:rsidRPr="009D313F">
        <w:rPr>
          <w:rFonts w:ascii="Palatino Linotype" w:hAnsi="Palatino Linotype" w:cs="Arial"/>
          <w:b/>
          <w:i/>
          <w:sz w:val="20"/>
          <w:szCs w:val="20"/>
        </w:rPr>
        <w:t>.</w:t>
      </w:r>
    </w:p>
    <w:p w14:paraId="4923AFDB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791E3866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1766AB13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58BDC1DB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sectPr w:rsidR="00F46930" w:rsidSect="00DC55C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FD539" w14:textId="77777777" w:rsidR="00CB71D4" w:rsidRDefault="00CB71D4">
      <w:r>
        <w:separator/>
      </w:r>
    </w:p>
  </w:endnote>
  <w:endnote w:type="continuationSeparator" w:id="0">
    <w:p w14:paraId="10ECC30A" w14:textId="77777777" w:rsidR="00CB71D4" w:rsidRDefault="00CB7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MT CE Black"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2C74A" w14:textId="77777777" w:rsidR="00DC55CA" w:rsidRPr="00460C4D" w:rsidRDefault="00DC55CA" w:rsidP="00DC55CA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49D42013" w14:textId="77777777" w:rsidR="00DC55CA" w:rsidRDefault="00DC55CA" w:rsidP="00DC55CA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pro 2. kolo UŘ                                                                                                                                          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EE74F9">
      <w:rPr>
        <w:rStyle w:val="slostrnky"/>
        <w:rFonts w:ascii="Palatino Linotype" w:hAnsi="Palatino Linotype"/>
        <w:b/>
        <w:noProof/>
        <w:sz w:val="20"/>
        <w:szCs w:val="16"/>
      </w:rPr>
      <w:t>2</w: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73451" w14:textId="77777777" w:rsidR="00460C4D" w:rsidRPr="00460C4D" w:rsidRDefault="00460C4D" w:rsidP="00460C4D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32AEE9F5" w14:textId="77777777" w:rsidR="00460C4D" w:rsidRDefault="00460C4D" w:rsidP="00460C4D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>Vzory čestných prohlášení</w:t>
    </w:r>
    <w:r w:rsidR="00DC55CA">
      <w:rPr>
        <w:rFonts w:ascii="Palatino Linotype" w:hAnsi="Palatino Linotype"/>
        <w:i/>
        <w:sz w:val="16"/>
        <w:szCs w:val="16"/>
      </w:rPr>
      <w:t xml:space="preserve"> pro 2. kolo UŘ</w:t>
    </w:r>
    <w:r>
      <w:rPr>
        <w:rFonts w:ascii="Palatino Linotype" w:hAnsi="Palatino Linotype"/>
        <w:i/>
        <w:sz w:val="16"/>
        <w:szCs w:val="16"/>
      </w:rPr>
      <w:t xml:space="preserve">                                                                             </w:t>
    </w:r>
    <w:r w:rsidR="00D74173">
      <w:rPr>
        <w:rFonts w:ascii="Palatino Linotype" w:hAnsi="Palatino Linotype"/>
        <w:i/>
        <w:sz w:val="16"/>
        <w:szCs w:val="16"/>
      </w:rPr>
      <w:t xml:space="preserve">             </w:t>
    </w:r>
    <w:r>
      <w:rPr>
        <w:rFonts w:ascii="Palatino Linotype" w:hAnsi="Palatino Linotype"/>
        <w:i/>
        <w:sz w:val="16"/>
        <w:szCs w:val="16"/>
      </w:rPr>
      <w:t xml:space="preserve">                                                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F56683">
      <w:rPr>
        <w:rStyle w:val="slostrnky"/>
        <w:rFonts w:ascii="Palatino Linotype" w:hAnsi="Palatino Linotype"/>
        <w:b/>
        <w:noProof/>
        <w:sz w:val="20"/>
        <w:szCs w:val="16"/>
      </w:rPr>
      <w:t>1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1F77F" w14:textId="77777777" w:rsidR="00CB71D4" w:rsidRDefault="00CB71D4">
      <w:r>
        <w:separator/>
      </w:r>
    </w:p>
  </w:footnote>
  <w:footnote w:type="continuationSeparator" w:id="0">
    <w:p w14:paraId="6A01A4B6" w14:textId="77777777" w:rsidR="00CB71D4" w:rsidRDefault="00CB71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4AABA" w14:textId="77777777" w:rsidR="00DC55CA" w:rsidRDefault="00DC55CA" w:rsidP="00DC55CA">
    <w:pPr>
      <w:pStyle w:val="Zhlav"/>
      <w:pBdr>
        <w:bottom w:val="single" w:sz="12" w:space="1" w:color="auto"/>
      </w:pBdr>
      <w:spacing w:before="40"/>
      <w:rPr>
        <w:rFonts w:ascii="Arial MT CE Black" w:hAnsi="Arial MT CE Black"/>
        <w:noProof/>
      </w:rPr>
    </w:pPr>
    <w:r>
      <w:rPr>
        <w:rFonts w:ascii="Arial MT CE Black" w:hAnsi="Arial MT CE Black"/>
        <w:noProof/>
      </w:rPr>
      <w:drawing>
        <wp:inline distT="0" distB="0" distL="0" distR="0" wp14:anchorId="5BBD2034" wp14:editId="0189470E">
          <wp:extent cx="906145" cy="592455"/>
          <wp:effectExtent l="0" t="0" r="0" b="0"/>
          <wp:docPr id="7" name="Obrázek 7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MT CE Black" w:hAnsi="Arial MT CE Black"/>
        <w:noProof/>
      </w:rPr>
      <w:t xml:space="preserve">     </w:t>
    </w:r>
    <w:r>
      <w:rPr>
        <w:rFonts w:ascii="Arial MT CE Black" w:hAnsi="Arial MT CE Black"/>
        <w:noProof/>
      </w:rPr>
      <w:tab/>
    </w:r>
    <w:r>
      <w:rPr>
        <w:rFonts w:ascii="Arial MT CE Black" w:hAnsi="Arial MT CE Black"/>
        <w:noProof/>
      </w:rPr>
      <w:tab/>
      <w:t xml:space="preserve">      </w:t>
    </w:r>
    <w:r>
      <w:rPr>
        <w:rFonts w:ascii="Arial MT CE Black" w:hAnsi="Arial MT CE Black"/>
        <w:noProof/>
      </w:rPr>
      <w:drawing>
        <wp:inline distT="0" distB="0" distL="0" distR="0" wp14:anchorId="0A77A79A" wp14:editId="2B656550">
          <wp:extent cx="533400" cy="617855"/>
          <wp:effectExtent l="0" t="0" r="0" b="0"/>
          <wp:docPr id="8" name="Obrázek 8" descr="st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r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765BDD" w14:textId="77777777" w:rsidR="00DC55CA" w:rsidRPr="008368F4" w:rsidRDefault="00DC55CA" w:rsidP="00DC55CA">
    <w:pPr>
      <w:pStyle w:val="Zhlav"/>
      <w:pBdr>
        <w:bottom w:val="single" w:sz="12" w:space="1" w:color="auto"/>
      </w:pBdr>
      <w:spacing w:before="40"/>
      <w:jc w:val="center"/>
      <w:rPr>
        <w:rFonts w:ascii="Arial MT CE Black" w:hAnsi="Arial MT CE Black"/>
      </w:rPr>
    </w:pPr>
    <w:r w:rsidRPr="004529BF">
      <w:rPr>
        <w:rFonts w:ascii="Palatino Linotype" w:hAnsi="Palatino Linotype"/>
        <w:i/>
        <w:sz w:val="18"/>
        <w:szCs w:val="18"/>
      </w:rPr>
      <w:t>„</w:t>
    </w:r>
    <w:r>
      <w:rPr>
        <w:rFonts w:ascii="Palatino Linotype" w:hAnsi="Palatino Linotype"/>
        <w:i/>
        <w:sz w:val="18"/>
        <w:szCs w:val="18"/>
      </w:rPr>
      <w:t xml:space="preserve">Výběr provozovatele tepelných zdrojů pro MČ </w:t>
    </w:r>
    <w:proofErr w:type="gramStart"/>
    <w:r>
      <w:rPr>
        <w:rFonts w:ascii="Palatino Linotype" w:hAnsi="Palatino Linotype"/>
        <w:i/>
        <w:sz w:val="18"/>
        <w:szCs w:val="18"/>
      </w:rPr>
      <w:t>Brno - střed</w:t>
    </w:r>
    <w:proofErr w:type="gramEnd"/>
    <w:r w:rsidRPr="004529BF">
      <w:rPr>
        <w:rFonts w:ascii="Palatino Linotype" w:hAnsi="Palatino Linotype"/>
        <w:i/>
        <w:sz w:val="18"/>
        <w:szCs w:val="18"/>
      </w:rPr>
      <w:t>“</w:t>
    </w:r>
  </w:p>
  <w:p w14:paraId="59AF1343" w14:textId="77777777" w:rsidR="00DC55CA" w:rsidRPr="00F75B57" w:rsidRDefault="00DC55CA" w:rsidP="00DC55CA">
    <w:pPr>
      <w:pStyle w:val="Zhlav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76479" w14:textId="77777777" w:rsidR="00DC55CA" w:rsidRDefault="00DC55CA" w:rsidP="00DC55CA">
    <w:pPr>
      <w:pStyle w:val="Zhlav"/>
      <w:pBdr>
        <w:bottom w:val="single" w:sz="12" w:space="1" w:color="auto"/>
      </w:pBdr>
      <w:spacing w:before="40"/>
      <w:rPr>
        <w:rFonts w:ascii="Arial MT CE Black" w:hAnsi="Arial MT CE Black"/>
        <w:noProof/>
      </w:rPr>
    </w:pPr>
    <w:r>
      <w:rPr>
        <w:rFonts w:ascii="Arial MT CE Black" w:hAnsi="Arial MT CE Black"/>
        <w:noProof/>
      </w:rPr>
      <w:drawing>
        <wp:inline distT="0" distB="0" distL="0" distR="0" wp14:anchorId="2D9E827B" wp14:editId="35007A5B">
          <wp:extent cx="906145" cy="592455"/>
          <wp:effectExtent l="0" t="0" r="0" b="0"/>
          <wp:docPr id="6" name="Obrázek 6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MT CE Black" w:hAnsi="Arial MT CE Black"/>
        <w:noProof/>
      </w:rPr>
      <w:t xml:space="preserve">     </w:t>
    </w:r>
    <w:r>
      <w:rPr>
        <w:rFonts w:ascii="Arial MT CE Black" w:hAnsi="Arial MT CE Black"/>
        <w:noProof/>
      </w:rPr>
      <w:tab/>
    </w:r>
    <w:r>
      <w:rPr>
        <w:rFonts w:ascii="Arial MT CE Black" w:hAnsi="Arial MT CE Black"/>
        <w:noProof/>
      </w:rPr>
      <w:tab/>
      <w:t xml:space="preserve">      </w:t>
    </w:r>
    <w:r>
      <w:rPr>
        <w:rFonts w:ascii="Arial MT CE Black" w:hAnsi="Arial MT CE Black"/>
        <w:noProof/>
      </w:rPr>
      <w:drawing>
        <wp:inline distT="0" distB="0" distL="0" distR="0" wp14:anchorId="6E62CE72" wp14:editId="5F96E000">
          <wp:extent cx="533400" cy="617855"/>
          <wp:effectExtent l="0" t="0" r="0" b="0"/>
          <wp:docPr id="5" name="Obrázek 5" descr="st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r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65365" w14:textId="77777777" w:rsidR="00DC55CA" w:rsidRPr="008368F4" w:rsidRDefault="00DC55CA" w:rsidP="00DC55CA">
    <w:pPr>
      <w:pStyle w:val="Zhlav"/>
      <w:pBdr>
        <w:bottom w:val="single" w:sz="12" w:space="1" w:color="auto"/>
      </w:pBdr>
      <w:spacing w:before="40"/>
      <w:jc w:val="center"/>
      <w:rPr>
        <w:rFonts w:ascii="Arial MT CE Black" w:hAnsi="Arial MT CE Black"/>
      </w:rPr>
    </w:pPr>
    <w:r w:rsidRPr="004529BF">
      <w:rPr>
        <w:rFonts w:ascii="Palatino Linotype" w:hAnsi="Palatino Linotype"/>
        <w:i/>
        <w:sz w:val="18"/>
        <w:szCs w:val="18"/>
      </w:rPr>
      <w:t>„</w:t>
    </w:r>
    <w:r>
      <w:rPr>
        <w:rFonts w:ascii="Palatino Linotype" w:hAnsi="Palatino Linotype"/>
        <w:i/>
        <w:sz w:val="18"/>
        <w:szCs w:val="18"/>
      </w:rPr>
      <w:t xml:space="preserve">Výběr provozovatele tepelných zdrojů pro MČ </w:t>
    </w:r>
    <w:proofErr w:type="gramStart"/>
    <w:r>
      <w:rPr>
        <w:rFonts w:ascii="Palatino Linotype" w:hAnsi="Palatino Linotype"/>
        <w:i/>
        <w:sz w:val="18"/>
        <w:szCs w:val="18"/>
      </w:rPr>
      <w:t>Brno - střed</w:t>
    </w:r>
    <w:proofErr w:type="gramEnd"/>
    <w:r w:rsidRPr="004529BF">
      <w:rPr>
        <w:rFonts w:ascii="Palatino Linotype" w:hAnsi="Palatino Linotype"/>
        <w:i/>
        <w:sz w:val="18"/>
        <w:szCs w:val="18"/>
      </w:rPr>
      <w:t>“</w:t>
    </w:r>
  </w:p>
  <w:p w14:paraId="686A1092" w14:textId="77777777" w:rsidR="00DC55CA" w:rsidRPr="00F75B57" w:rsidRDefault="00DC55CA" w:rsidP="00DC55CA">
    <w:pPr>
      <w:pStyle w:val="Zhlav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E7D8D"/>
    <w:multiLevelType w:val="hybridMultilevel"/>
    <w:tmpl w:val="C59ECD90"/>
    <w:lvl w:ilvl="0" w:tplc="A4D03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B971D01"/>
    <w:multiLevelType w:val="hybridMultilevel"/>
    <w:tmpl w:val="BF22115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8722D2"/>
    <w:multiLevelType w:val="hybridMultilevel"/>
    <w:tmpl w:val="ED3CBE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73C03"/>
    <w:multiLevelType w:val="hybridMultilevel"/>
    <w:tmpl w:val="690C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41451E4"/>
    <w:multiLevelType w:val="hybridMultilevel"/>
    <w:tmpl w:val="36FCAF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FF7111"/>
    <w:multiLevelType w:val="hybridMultilevel"/>
    <w:tmpl w:val="D5A0E0F8"/>
    <w:lvl w:ilvl="0" w:tplc="36C0AAB4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9">
    <w:nsid w:val="2AD3109D"/>
    <w:multiLevelType w:val="hybridMultilevel"/>
    <w:tmpl w:val="CD026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241DBC"/>
    <w:multiLevelType w:val="hybridMultilevel"/>
    <w:tmpl w:val="6D98CF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943AD"/>
    <w:multiLevelType w:val="hybridMultilevel"/>
    <w:tmpl w:val="C6428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F6D00"/>
    <w:multiLevelType w:val="hybridMultilevel"/>
    <w:tmpl w:val="C2BEA39C"/>
    <w:lvl w:ilvl="0" w:tplc="9D02F3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CE30129"/>
    <w:multiLevelType w:val="multilevel"/>
    <w:tmpl w:val="8BEE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800351A"/>
    <w:multiLevelType w:val="multilevel"/>
    <w:tmpl w:val="3F8651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66785181"/>
    <w:multiLevelType w:val="hybridMultilevel"/>
    <w:tmpl w:val="EB3290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C4700"/>
    <w:multiLevelType w:val="hybridMultilevel"/>
    <w:tmpl w:val="7C9047F0"/>
    <w:lvl w:ilvl="0" w:tplc="9D02F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9"/>
  </w:num>
  <w:num w:numId="4">
    <w:abstractNumId w:val="3"/>
  </w:num>
  <w:num w:numId="5">
    <w:abstractNumId w:val="10"/>
  </w:num>
  <w:num w:numId="6">
    <w:abstractNumId w:val="13"/>
  </w:num>
  <w:num w:numId="7">
    <w:abstractNumId w:val="16"/>
  </w:num>
  <w:num w:numId="8">
    <w:abstractNumId w:val="0"/>
  </w:num>
  <w:num w:numId="9">
    <w:abstractNumId w:val="15"/>
  </w:num>
  <w:num w:numId="10">
    <w:abstractNumId w:val="1"/>
  </w:num>
  <w:num w:numId="11">
    <w:abstractNumId w:val="14"/>
  </w:num>
  <w:num w:numId="12">
    <w:abstractNumId w:val="20"/>
  </w:num>
  <w:num w:numId="13">
    <w:abstractNumId w:val="19"/>
  </w:num>
  <w:num w:numId="14">
    <w:abstractNumId w:val="6"/>
  </w:num>
  <w:num w:numId="15">
    <w:abstractNumId w:val="11"/>
  </w:num>
  <w:num w:numId="16">
    <w:abstractNumId w:val="5"/>
  </w:num>
  <w:num w:numId="17">
    <w:abstractNumId w:val="12"/>
  </w:num>
  <w:num w:numId="18">
    <w:abstractNumId w:val="18"/>
  </w:num>
  <w:num w:numId="19">
    <w:abstractNumId w:val="2"/>
  </w:num>
  <w:num w:numId="20">
    <w:abstractNumId w:val="8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930"/>
    <w:rsid w:val="0005677A"/>
    <w:rsid w:val="00063784"/>
    <w:rsid w:val="00071B24"/>
    <w:rsid w:val="0008640F"/>
    <w:rsid w:val="000912E7"/>
    <w:rsid w:val="00095DF7"/>
    <w:rsid w:val="00097782"/>
    <w:rsid w:val="000D239C"/>
    <w:rsid w:val="000E15CD"/>
    <w:rsid w:val="00111EF6"/>
    <w:rsid w:val="00136326"/>
    <w:rsid w:val="00141AC3"/>
    <w:rsid w:val="00143893"/>
    <w:rsid w:val="00177338"/>
    <w:rsid w:val="001A1186"/>
    <w:rsid w:val="001A5942"/>
    <w:rsid w:val="001C0C90"/>
    <w:rsid w:val="001C49EC"/>
    <w:rsid w:val="001E4395"/>
    <w:rsid w:val="001F4E93"/>
    <w:rsid w:val="00200675"/>
    <w:rsid w:val="00202EFA"/>
    <w:rsid w:val="00215461"/>
    <w:rsid w:val="00286D3F"/>
    <w:rsid w:val="0029423A"/>
    <w:rsid w:val="002B15AD"/>
    <w:rsid w:val="002C3D76"/>
    <w:rsid w:val="002E4D51"/>
    <w:rsid w:val="002F71AB"/>
    <w:rsid w:val="00302626"/>
    <w:rsid w:val="00306721"/>
    <w:rsid w:val="0039259F"/>
    <w:rsid w:val="003A23AF"/>
    <w:rsid w:val="003A68BC"/>
    <w:rsid w:val="00401EA1"/>
    <w:rsid w:val="00411B31"/>
    <w:rsid w:val="00460C4D"/>
    <w:rsid w:val="00472BB1"/>
    <w:rsid w:val="004B0EDF"/>
    <w:rsid w:val="00510684"/>
    <w:rsid w:val="0051601C"/>
    <w:rsid w:val="00523F51"/>
    <w:rsid w:val="005528A6"/>
    <w:rsid w:val="005650B9"/>
    <w:rsid w:val="005751B6"/>
    <w:rsid w:val="005A519A"/>
    <w:rsid w:val="005F3183"/>
    <w:rsid w:val="00605C53"/>
    <w:rsid w:val="0061365A"/>
    <w:rsid w:val="00646B39"/>
    <w:rsid w:val="00681067"/>
    <w:rsid w:val="00684BAF"/>
    <w:rsid w:val="00691A1F"/>
    <w:rsid w:val="006C745B"/>
    <w:rsid w:val="00753D29"/>
    <w:rsid w:val="007932BB"/>
    <w:rsid w:val="00794734"/>
    <w:rsid w:val="007A6345"/>
    <w:rsid w:val="007C46DE"/>
    <w:rsid w:val="00872218"/>
    <w:rsid w:val="00881C0F"/>
    <w:rsid w:val="008974DE"/>
    <w:rsid w:val="0089799F"/>
    <w:rsid w:val="0091109A"/>
    <w:rsid w:val="009611B5"/>
    <w:rsid w:val="0097043F"/>
    <w:rsid w:val="0097479B"/>
    <w:rsid w:val="009A46C6"/>
    <w:rsid w:val="009D313F"/>
    <w:rsid w:val="00A174DF"/>
    <w:rsid w:val="00A22C18"/>
    <w:rsid w:val="00A25552"/>
    <w:rsid w:val="00A34072"/>
    <w:rsid w:val="00A65122"/>
    <w:rsid w:val="00A65131"/>
    <w:rsid w:val="00A66B37"/>
    <w:rsid w:val="00AA2476"/>
    <w:rsid w:val="00AC2019"/>
    <w:rsid w:val="00AC4196"/>
    <w:rsid w:val="00AD17F4"/>
    <w:rsid w:val="00AF21A9"/>
    <w:rsid w:val="00B02C0F"/>
    <w:rsid w:val="00B52091"/>
    <w:rsid w:val="00B57AB4"/>
    <w:rsid w:val="00B66C0F"/>
    <w:rsid w:val="00B70896"/>
    <w:rsid w:val="00B718D3"/>
    <w:rsid w:val="00BB1B42"/>
    <w:rsid w:val="00BB54F2"/>
    <w:rsid w:val="00BC28B6"/>
    <w:rsid w:val="00BE3BB8"/>
    <w:rsid w:val="00BF7D46"/>
    <w:rsid w:val="00C01BF7"/>
    <w:rsid w:val="00C11A8B"/>
    <w:rsid w:val="00C2794D"/>
    <w:rsid w:val="00C366D1"/>
    <w:rsid w:val="00CA558B"/>
    <w:rsid w:val="00CB71D4"/>
    <w:rsid w:val="00CC06D2"/>
    <w:rsid w:val="00CD425F"/>
    <w:rsid w:val="00D2331A"/>
    <w:rsid w:val="00D37477"/>
    <w:rsid w:val="00D4122A"/>
    <w:rsid w:val="00D52B27"/>
    <w:rsid w:val="00D74173"/>
    <w:rsid w:val="00DC39C1"/>
    <w:rsid w:val="00DC55CA"/>
    <w:rsid w:val="00E14FBC"/>
    <w:rsid w:val="00E303BB"/>
    <w:rsid w:val="00E3323A"/>
    <w:rsid w:val="00E445BA"/>
    <w:rsid w:val="00E6067E"/>
    <w:rsid w:val="00EB09C3"/>
    <w:rsid w:val="00EB4EEC"/>
    <w:rsid w:val="00ED02F6"/>
    <w:rsid w:val="00EE3130"/>
    <w:rsid w:val="00EE74F9"/>
    <w:rsid w:val="00EF5BDD"/>
    <w:rsid w:val="00F071BA"/>
    <w:rsid w:val="00F1077E"/>
    <w:rsid w:val="00F31D3C"/>
    <w:rsid w:val="00F46052"/>
    <w:rsid w:val="00F46930"/>
    <w:rsid w:val="00F56683"/>
    <w:rsid w:val="00F56760"/>
    <w:rsid w:val="00F772F6"/>
    <w:rsid w:val="00F8595A"/>
    <w:rsid w:val="00F9065F"/>
    <w:rsid w:val="00FA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1C52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rsid w:val="00F4693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ED02F6"/>
    <w:rPr>
      <w:rFonts w:ascii="Arial MT CE Black" w:hAnsi="Arial MT CE Black"/>
      <w:sz w:val="16"/>
      <w:szCs w:val="20"/>
    </w:rPr>
  </w:style>
  <w:style w:type="paragraph" w:styleId="Zkladntext3">
    <w:name w:val="Body Text 3"/>
    <w:basedOn w:val="Normln"/>
    <w:link w:val="Zkladntext3Char"/>
    <w:rsid w:val="00F46930"/>
    <w:pPr>
      <w:spacing w:line="300" w:lineRule="exact"/>
      <w:jc w:val="both"/>
    </w:pPr>
    <w:rPr>
      <w:rFonts w:ascii="Arial" w:hAnsi="Arial" w:cs="Arial"/>
    </w:rPr>
  </w:style>
  <w:style w:type="character" w:customStyle="1" w:styleId="Zkladntext3Char">
    <w:name w:val="Základní text 3 Char"/>
    <w:basedOn w:val="Standardnpsmoodstavce"/>
    <w:link w:val="Zkladntext3"/>
    <w:rsid w:val="00F46930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qFormat/>
    <w:rsid w:val="00F46930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F4693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F46930"/>
    <w:rPr>
      <w:sz w:val="24"/>
      <w:szCs w:val="24"/>
    </w:rPr>
  </w:style>
  <w:style w:type="paragraph" w:styleId="Textbubliny">
    <w:name w:val="Balloon Text"/>
    <w:basedOn w:val="Normln"/>
    <w:link w:val="TextbublinyChar"/>
    <w:rsid w:val="000977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97782"/>
    <w:rPr>
      <w:rFonts w:ascii="Tahoma" w:hAnsi="Tahoma" w:cs="Tahoma"/>
      <w:sz w:val="16"/>
      <w:szCs w:val="16"/>
    </w:rPr>
  </w:style>
  <w:style w:type="paragraph" w:customStyle="1" w:styleId="Textbodu">
    <w:name w:val="Text bodu"/>
    <w:basedOn w:val="Normln"/>
    <w:rsid w:val="00097782"/>
    <w:pPr>
      <w:tabs>
        <w:tab w:val="num" w:pos="425"/>
      </w:tabs>
      <w:ind w:left="425" w:hanging="425"/>
      <w:jc w:val="both"/>
      <w:outlineLvl w:val="8"/>
    </w:pPr>
    <w:rPr>
      <w:szCs w:val="20"/>
    </w:rPr>
  </w:style>
  <w:style w:type="character" w:customStyle="1" w:styleId="ZhlavChar">
    <w:name w:val="Záhlaví Char"/>
    <w:link w:val="Zhlav"/>
    <w:locked/>
    <w:rsid w:val="00BB54F2"/>
    <w:rPr>
      <w:sz w:val="24"/>
      <w:szCs w:val="24"/>
    </w:rPr>
  </w:style>
  <w:style w:type="paragraph" w:styleId="Normlnweb">
    <w:name w:val="Normal (Web)"/>
    <w:basedOn w:val="Normln"/>
    <w:uiPriority w:val="99"/>
    <w:rsid w:val="00BB54F2"/>
    <w:pPr>
      <w:spacing w:before="100" w:beforeAutospacing="1" w:after="100" w:afterAutospacing="1"/>
    </w:pPr>
  </w:style>
  <w:style w:type="character" w:styleId="slostrnky">
    <w:name w:val="page number"/>
    <w:basedOn w:val="Standardnpsmoodstavce"/>
    <w:rsid w:val="00460C4D"/>
  </w:style>
  <w:style w:type="character" w:styleId="Odkaznakoment">
    <w:name w:val="annotation reference"/>
    <w:basedOn w:val="Standardnpsmoodstavce"/>
    <w:rsid w:val="00095DF7"/>
    <w:rPr>
      <w:sz w:val="18"/>
      <w:szCs w:val="18"/>
    </w:rPr>
  </w:style>
  <w:style w:type="paragraph" w:styleId="Textkomente">
    <w:name w:val="annotation text"/>
    <w:basedOn w:val="Normln"/>
    <w:link w:val="TextkomenteChar"/>
    <w:rsid w:val="00095DF7"/>
  </w:style>
  <w:style w:type="character" w:customStyle="1" w:styleId="TextkomenteChar">
    <w:name w:val="Text komentáře Char"/>
    <w:basedOn w:val="Standardnpsmoodstavce"/>
    <w:link w:val="Textkomente"/>
    <w:rsid w:val="00095DF7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095DF7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rsid w:val="00095DF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&#353;ka%20Kud&#283;lkov&#225;\AppData\Roaming\Microsoft\&#352;ablony\S-Invest%20hlav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C:\Users\Eliška Kudělková\AppData\Roaming\Microsoft\Šablony\S-Invest hlav.dot</Template>
  <TotalTime>231</TotalTime>
  <Pages>3</Pages>
  <Words>600</Words>
  <Characters>3546</Characters>
  <Application>Microsoft Macintosh Word</Application>
  <DocSecurity>0</DocSecurity>
  <Lines>29</Lines>
  <Paragraphs>8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S-Invest CZ s.r.o.</Company>
  <LinksUpToDate>false</LinksUpToDate>
  <CharactersWithSpaces>4138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Jiří Kudělka</cp:lastModifiedBy>
  <cp:revision>16</cp:revision>
  <cp:lastPrinted>2013-05-27T12:43:00Z</cp:lastPrinted>
  <dcterms:created xsi:type="dcterms:W3CDTF">2016-06-15T08:24:00Z</dcterms:created>
  <dcterms:modified xsi:type="dcterms:W3CDTF">2017-01-13T10:56:00Z</dcterms:modified>
</cp:coreProperties>
</file>